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410"/>
        <w:gridCol w:w="2835"/>
        <w:gridCol w:w="438"/>
        <w:gridCol w:w="54"/>
        <w:gridCol w:w="926"/>
        <w:gridCol w:w="1276"/>
        <w:gridCol w:w="1700"/>
      </w:tblGrid>
      <w:tr w:rsidR="006047BE" w:rsidTr="00271D36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6047BE" w:rsidRDefault="006047BE" w:rsidP="000726C6">
            <w:pPr>
              <w:ind w:left="2520"/>
              <w:rPr>
                <w:szCs w:val="28"/>
              </w:rPr>
            </w:pP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7BE" w:rsidRDefault="006047BE" w:rsidP="006047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5</w:t>
            </w:r>
          </w:p>
        </w:tc>
      </w:tr>
      <w:tr w:rsidR="000726C6" w:rsidTr="00271D36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0726C6" w:rsidRDefault="000726C6" w:rsidP="000726C6">
            <w:pPr>
              <w:ind w:left="2520"/>
              <w:rPr>
                <w:szCs w:val="28"/>
              </w:rPr>
            </w:pP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6C6" w:rsidRDefault="006047BE" w:rsidP="006047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</w:t>
            </w:r>
            <w:r w:rsidR="000726C6">
              <w:rPr>
                <w:szCs w:val="28"/>
              </w:rPr>
              <w:t>решени</w:t>
            </w:r>
            <w:r>
              <w:rPr>
                <w:szCs w:val="28"/>
              </w:rPr>
              <w:t>ю</w:t>
            </w:r>
            <w:r w:rsidR="000726C6">
              <w:rPr>
                <w:szCs w:val="28"/>
              </w:rPr>
              <w:t xml:space="preserve"> Думы</w:t>
            </w:r>
          </w:p>
        </w:tc>
      </w:tr>
      <w:tr w:rsidR="000726C6" w:rsidTr="00271D36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6C6" w:rsidRDefault="000726C6" w:rsidP="000726C6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6C6" w:rsidRDefault="000726C6" w:rsidP="006047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0726C6" w:rsidTr="00271D36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6C6" w:rsidRDefault="000726C6" w:rsidP="000726C6">
            <w:pPr>
              <w:rPr>
                <w:szCs w:val="28"/>
              </w:rPr>
            </w:pP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6C6" w:rsidRDefault="000726C6" w:rsidP="006047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0726C6" w:rsidTr="00271D36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6C6" w:rsidRDefault="000726C6" w:rsidP="000726C6">
            <w:pPr>
              <w:rPr>
                <w:szCs w:val="28"/>
              </w:rPr>
            </w:pP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6C6" w:rsidRDefault="000726C6" w:rsidP="00271D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271D36">
              <w:rPr>
                <w:szCs w:val="28"/>
              </w:rPr>
              <w:t>25 сентября 2020 года</w:t>
            </w:r>
            <w:r>
              <w:rPr>
                <w:szCs w:val="28"/>
              </w:rPr>
              <w:t xml:space="preserve"> № </w:t>
            </w:r>
            <w:r w:rsidR="00271D36">
              <w:rPr>
                <w:szCs w:val="28"/>
              </w:rPr>
              <w:t>278</w:t>
            </w:r>
          </w:p>
        </w:tc>
      </w:tr>
      <w:tr w:rsidR="006047BE" w:rsidTr="00271D36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47BE" w:rsidRDefault="006047BE" w:rsidP="000726C6">
            <w:pPr>
              <w:rPr>
                <w:szCs w:val="28"/>
              </w:rPr>
            </w:pP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47BE" w:rsidRDefault="006047BE" w:rsidP="006047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7BE" w:rsidTr="00271D36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47BE" w:rsidRDefault="006047BE" w:rsidP="000726C6">
            <w:pPr>
              <w:rPr>
                <w:szCs w:val="28"/>
              </w:rPr>
            </w:pP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47BE" w:rsidRDefault="006047BE" w:rsidP="000726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7BE" w:rsidTr="00271D36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47BE" w:rsidRDefault="006047BE" w:rsidP="000726C6">
            <w:pPr>
              <w:rPr>
                <w:szCs w:val="28"/>
              </w:rPr>
            </w:pP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47BE" w:rsidRDefault="006047BE" w:rsidP="006047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Cs w:val="28"/>
              </w:rPr>
              <w:t>«ПРИЛОЖЕНИЕ № 6</w:t>
            </w:r>
          </w:p>
        </w:tc>
      </w:tr>
      <w:tr w:rsidR="006047BE" w:rsidTr="00271D36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47BE" w:rsidRDefault="006047BE" w:rsidP="000726C6">
            <w:pPr>
              <w:rPr>
                <w:szCs w:val="28"/>
              </w:rPr>
            </w:pP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47BE" w:rsidRDefault="006047BE" w:rsidP="000726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1EC" w:rsidTr="00271D36">
        <w:trPr>
          <w:cantSplit/>
        </w:trPr>
        <w:tc>
          <w:tcPr>
            <w:tcW w:w="5245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931EC" w:rsidRDefault="007931EC"/>
        </w:tc>
        <w:tc>
          <w:tcPr>
            <w:tcW w:w="4394" w:type="dxa"/>
            <w:gridSpan w:val="5"/>
            <w:vAlign w:val="center"/>
            <w:hideMark/>
          </w:tcPr>
          <w:p w:rsidR="007931EC" w:rsidRDefault="007931EC" w:rsidP="006047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</w:t>
            </w:r>
            <w:r w:rsidR="006047BE">
              <w:rPr>
                <w:szCs w:val="28"/>
              </w:rPr>
              <w:t>Ы</w:t>
            </w:r>
            <w:r>
              <w:rPr>
                <w:szCs w:val="28"/>
              </w:rPr>
              <w:br/>
              <w:t>решением Думы</w:t>
            </w:r>
            <w:r>
              <w:rPr>
                <w:szCs w:val="28"/>
              </w:rPr>
              <w:br/>
              <w:t>муниципального образования</w:t>
            </w:r>
            <w:r>
              <w:rPr>
                <w:szCs w:val="28"/>
              </w:rPr>
              <w:br/>
              <w:t>город-курорт Геленджик</w:t>
            </w:r>
            <w:r>
              <w:rPr>
                <w:szCs w:val="28"/>
              </w:rPr>
              <w:br/>
              <w:t>от 20 декабря 2019 года №187</w:t>
            </w:r>
          </w:p>
          <w:p w:rsidR="007931EC" w:rsidRDefault="007931EC" w:rsidP="006047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(в редакции решения Думы</w:t>
            </w:r>
          </w:p>
          <w:p w:rsidR="007931EC" w:rsidRDefault="007931EC" w:rsidP="006047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  <w:p w:rsidR="007931EC" w:rsidRDefault="007931EC" w:rsidP="00271D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город-курорт Геленджик                                                            от </w:t>
            </w:r>
            <w:r w:rsidR="00271D36">
              <w:rPr>
                <w:szCs w:val="28"/>
              </w:rPr>
              <w:t>25 сентября 2020 года</w:t>
            </w:r>
            <w:r>
              <w:rPr>
                <w:szCs w:val="28"/>
              </w:rPr>
              <w:t xml:space="preserve"> № </w:t>
            </w:r>
            <w:r w:rsidR="00271D36">
              <w:rPr>
                <w:szCs w:val="28"/>
              </w:rPr>
              <w:t>278</w:t>
            </w:r>
            <w:bookmarkStart w:id="0" w:name="_GoBack"/>
            <w:bookmarkEnd w:id="0"/>
            <w:r>
              <w:rPr>
                <w:szCs w:val="28"/>
              </w:rPr>
              <w:t>)</w:t>
            </w:r>
          </w:p>
        </w:tc>
      </w:tr>
      <w:tr w:rsidR="000726C6" w:rsidTr="00271D36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C6" w:rsidRDefault="000726C6" w:rsidP="000726C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C6" w:rsidRDefault="000726C6" w:rsidP="000726C6">
            <w:pPr>
              <w:jc w:val="center"/>
              <w:rPr>
                <w:szCs w:val="28"/>
              </w:rPr>
            </w:pP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C6" w:rsidRDefault="000726C6" w:rsidP="000726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C6" w:rsidRDefault="000726C6" w:rsidP="000726C6">
            <w:pPr>
              <w:rPr>
                <w:rFonts w:ascii="Arial" w:hAnsi="Arial" w:cs="Arial"/>
                <w:sz w:val="20"/>
                <w:szCs w:val="20"/>
              </w:rPr>
            </w:pPr>
          </w:p>
          <w:p w:rsidR="006047BE" w:rsidRDefault="006047BE" w:rsidP="000726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26C6" w:rsidTr="00271D36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C6" w:rsidRDefault="000726C6" w:rsidP="000726C6">
            <w:pPr>
              <w:rPr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C6" w:rsidRDefault="000726C6" w:rsidP="000726C6">
            <w:pPr>
              <w:jc w:val="center"/>
              <w:rPr>
                <w:szCs w:val="28"/>
              </w:rPr>
            </w:pP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C6" w:rsidRDefault="000726C6" w:rsidP="000726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C6" w:rsidRDefault="000726C6" w:rsidP="000726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26C6" w:rsidTr="00271D36">
        <w:trPr>
          <w:cantSplit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6047BE" w:rsidRDefault="000726C6" w:rsidP="00072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БЕЗВОЗМЕЗДНЫЕ ПОСТУПЛЕНИЯ  </w:t>
            </w:r>
          </w:p>
          <w:p w:rsidR="006047BE" w:rsidRDefault="000726C6" w:rsidP="006047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других бюджетов бюджетной системы Российской Федерации </w:t>
            </w:r>
          </w:p>
          <w:p w:rsidR="000726C6" w:rsidRDefault="000726C6" w:rsidP="006047B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 2021 и  2022 годах</w:t>
            </w:r>
          </w:p>
        </w:tc>
      </w:tr>
      <w:tr w:rsidR="000726C6" w:rsidTr="00271D36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6C6" w:rsidRDefault="000726C6" w:rsidP="000726C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26C6" w:rsidRDefault="000726C6" w:rsidP="000726C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C6" w:rsidRDefault="000726C6" w:rsidP="000726C6">
            <w:pPr>
              <w:rPr>
                <w:rFonts w:ascii="Arial" w:hAnsi="Arial" w:cs="Arial"/>
                <w:sz w:val="20"/>
                <w:szCs w:val="20"/>
              </w:rPr>
            </w:pPr>
          </w:p>
          <w:p w:rsidR="006047BE" w:rsidRDefault="006047BE" w:rsidP="000726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C6" w:rsidRDefault="000726C6" w:rsidP="000726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7BE" w:rsidTr="00271D36">
        <w:trPr>
          <w:cantSplit/>
        </w:trPr>
        <w:tc>
          <w:tcPr>
            <w:tcW w:w="6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7BE" w:rsidRDefault="006047BE" w:rsidP="000726C6">
            <w:pPr>
              <w:jc w:val="right"/>
              <w:rPr>
                <w:szCs w:val="28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7BE" w:rsidRDefault="006047BE" w:rsidP="000726C6">
            <w:pPr>
              <w:jc w:val="right"/>
              <w:rPr>
                <w:sz w:val="24"/>
                <w:szCs w:val="24"/>
              </w:rPr>
            </w:pPr>
            <w:r>
              <w:t>(тыс. рублей)</w:t>
            </w:r>
          </w:p>
        </w:tc>
      </w:tr>
      <w:tr w:rsidR="000726C6" w:rsidTr="00271D36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6C6" w:rsidRPr="000726C6" w:rsidRDefault="000726C6" w:rsidP="000726C6">
            <w:pPr>
              <w:jc w:val="center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Код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6C6" w:rsidRPr="000726C6" w:rsidRDefault="000726C6" w:rsidP="000726C6">
            <w:pPr>
              <w:jc w:val="center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726C6" w:rsidRPr="000726C6" w:rsidRDefault="000726C6" w:rsidP="000726C6">
            <w:pPr>
              <w:jc w:val="center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2021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6C6" w:rsidRPr="000726C6" w:rsidRDefault="000726C6" w:rsidP="000726C6">
            <w:pPr>
              <w:jc w:val="center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2022 год</w:t>
            </w:r>
          </w:p>
        </w:tc>
      </w:tr>
    </w:tbl>
    <w:p w:rsidR="000726C6" w:rsidRPr="000726C6" w:rsidRDefault="000726C6">
      <w:pPr>
        <w:rPr>
          <w:sz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410"/>
        <w:gridCol w:w="4678"/>
        <w:gridCol w:w="1276"/>
        <w:gridCol w:w="1291"/>
      </w:tblGrid>
      <w:tr w:rsidR="000726C6" w:rsidTr="006047BE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6C6" w:rsidRDefault="000726C6" w:rsidP="00072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6C6" w:rsidRDefault="000726C6" w:rsidP="00072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26C6" w:rsidRDefault="000726C6" w:rsidP="000726C6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6C6" w:rsidRDefault="000726C6" w:rsidP="000726C6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F2580D" w:rsidP="000726C6">
            <w:pPr>
              <w:jc w:val="right"/>
              <w:rPr>
                <w:sz w:val="24"/>
                <w:szCs w:val="24"/>
              </w:rPr>
            </w:pPr>
            <w:r w:rsidRPr="00F2580D">
              <w:rPr>
                <w:sz w:val="24"/>
                <w:szCs w:val="24"/>
              </w:rPr>
              <w:t>1 715 232,7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F2580D" w:rsidP="000726C6">
            <w:pPr>
              <w:jc w:val="right"/>
              <w:rPr>
                <w:sz w:val="24"/>
                <w:szCs w:val="24"/>
              </w:rPr>
            </w:pPr>
            <w:r w:rsidRPr="00F2580D">
              <w:rPr>
                <w:sz w:val="24"/>
                <w:szCs w:val="24"/>
              </w:rPr>
              <w:t>1 304 903,8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2 02 10000 00 0000 150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128 774,8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120 648,4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2 02 15001 00 0000 150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128 774,8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120 648,4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2 02 15001 04 0000 150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128 774,8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120 648,4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2 02 20000 00 0000 150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168 191,5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244 294,1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2 02 20077 00 0000 150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Субсидии бюджетам на софинансирование капитальных вложений в объекты государ</w:t>
            </w:r>
            <w:r w:rsidRPr="000726C6">
              <w:rPr>
                <w:sz w:val="24"/>
                <w:szCs w:val="24"/>
              </w:rPr>
              <w:lastRenderedPageBreak/>
              <w:t>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lastRenderedPageBreak/>
              <w:t>20 000,0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146 000,0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2 02 20077 04 0000 150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20 000,0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146 000,0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2 02 25169 00 0000 150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Субсидии бюджетам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1 127,0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1 125,6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2 02 25169 04 0000 150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Субсидии бюджетам городских округов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1 127,0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1 125,6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2 02 25299 00 0000 150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Субсидии бюджетам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1 924,6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2 02 25299 04 0000 150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1 924,6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2 02 25467 00 0000 150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6047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0726C6">
              <w:rPr>
                <w:sz w:val="24"/>
                <w:szCs w:val="24"/>
              </w:rPr>
              <w:t>1 506,9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0,0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2 02 25467 04 0000 150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1 506,9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0,0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2 02 25497 00 0000 150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3 418,9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3 143,5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2 02 25497 04 0000 150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3 418,9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3 143,5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2 02 25519 00 0000 150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Субсидия бюджетам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8 105,0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lastRenderedPageBreak/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2 02 25519 04 0000 150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8 105,0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2 02 25555 00 0000 150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35 600,1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13 662,2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2 02 25555 04 0000 150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6047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726C6">
              <w:rPr>
                <w:sz w:val="24"/>
                <w:szCs w:val="24"/>
              </w:rPr>
              <w:t>35 600,1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13 662,2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2 02 29999 00 0000 150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106 538,6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70 333,2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2 02 29999 04 0000 150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106 538,6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70 333,2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2 02 30000 00 0000 150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897 956,5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899 651,4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2 02 30024 00 0000 150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849 703,0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849 975,3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2 02 30024 04 0000 150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849 703,0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849 975,3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2 02 30027 00 0000 150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32 784,7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34 096,7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2 02 30027 04 0000 150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32 784,7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34 096,7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2 02 30029 00 0000 150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52445B" w:rsidP="00604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0726C6" w:rsidRPr="000726C6">
              <w:rPr>
                <w:sz w:val="24"/>
                <w:szCs w:val="24"/>
              </w:rPr>
              <w:t>12 361,6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52445B" w:rsidP="00604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047BE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</w:t>
            </w:r>
            <w:r w:rsidR="000726C6" w:rsidRPr="000726C6">
              <w:rPr>
                <w:sz w:val="24"/>
                <w:szCs w:val="24"/>
              </w:rPr>
              <w:t>12 361,6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lastRenderedPageBreak/>
              <w:t>2 02 30029 04 0000 150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12 361,6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12 361,6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2 02 35082 00 0000 150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3 089,6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3 089,6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2 02 35082 04 0000 150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3 089,6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3 089,6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2 02 35120 00 0000 150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8D1BFA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17,6</w:t>
            </w:r>
          </w:p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128,2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2 02 35120 04 0000 150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17,6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128,2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2 02 40000 00 0000 150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F2580D" w:rsidP="000726C6">
            <w:pPr>
              <w:jc w:val="right"/>
              <w:rPr>
                <w:sz w:val="24"/>
                <w:szCs w:val="24"/>
              </w:rPr>
            </w:pPr>
            <w:r w:rsidRPr="00F2580D">
              <w:rPr>
                <w:sz w:val="24"/>
                <w:szCs w:val="24"/>
              </w:rPr>
              <w:t>520 309,9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F2580D" w:rsidP="000726C6">
            <w:pPr>
              <w:jc w:val="right"/>
              <w:rPr>
                <w:sz w:val="24"/>
                <w:szCs w:val="24"/>
              </w:rPr>
            </w:pPr>
            <w:r w:rsidRPr="00F2580D">
              <w:rPr>
                <w:sz w:val="24"/>
                <w:szCs w:val="24"/>
              </w:rPr>
              <w:t>40 309,9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F2580D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80D" w:rsidRPr="000726C6" w:rsidRDefault="00F2580D" w:rsidP="000726C6">
            <w:pPr>
              <w:jc w:val="both"/>
              <w:rPr>
                <w:sz w:val="24"/>
                <w:szCs w:val="24"/>
              </w:rPr>
            </w:pPr>
            <w:r w:rsidRPr="00F2580D">
              <w:rPr>
                <w:sz w:val="24"/>
                <w:szCs w:val="24"/>
              </w:rPr>
              <w:t>2 02 45303 00 0000 150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580D" w:rsidRPr="000726C6" w:rsidRDefault="00F2580D" w:rsidP="000726C6">
            <w:pPr>
              <w:jc w:val="both"/>
              <w:rPr>
                <w:sz w:val="24"/>
                <w:szCs w:val="24"/>
              </w:rPr>
            </w:pPr>
            <w:r w:rsidRPr="00F2580D">
              <w:rPr>
                <w:sz w:val="24"/>
                <w:szCs w:val="24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80D" w:rsidRPr="000726C6" w:rsidRDefault="00F2580D" w:rsidP="000726C6">
            <w:pPr>
              <w:jc w:val="right"/>
              <w:rPr>
                <w:sz w:val="24"/>
                <w:szCs w:val="24"/>
              </w:rPr>
            </w:pPr>
            <w:r w:rsidRPr="00F2580D">
              <w:rPr>
                <w:sz w:val="24"/>
                <w:szCs w:val="24"/>
              </w:rPr>
              <w:t>40 309,9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80D" w:rsidRPr="000726C6" w:rsidRDefault="00F2580D" w:rsidP="000726C6">
            <w:pPr>
              <w:jc w:val="right"/>
              <w:rPr>
                <w:sz w:val="24"/>
                <w:szCs w:val="24"/>
              </w:rPr>
            </w:pPr>
            <w:r w:rsidRPr="00F2580D">
              <w:rPr>
                <w:sz w:val="24"/>
                <w:szCs w:val="24"/>
              </w:rPr>
              <w:t>40 309,9</w:t>
            </w:r>
          </w:p>
        </w:tc>
      </w:tr>
      <w:tr w:rsidR="00F2580D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80D" w:rsidRPr="000726C6" w:rsidRDefault="00F2580D" w:rsidP="000726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580D" w:rsidRPr="000726C6" w:rsidRDefault="00F2580D" w:rsidP="000726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80D" w:rsidRPr="000726C6" w:rsidRDefault="00F2580D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80D" w:rsidRPr="000726C6" w:rsidRDefault="00F2580D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F2580D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80D" w:rsidRPr="000726C6" w:rsidRDefault="00F2580D" w:rsidP="000726C6">
            <w:pPr>
              <w:jc w:val="both"/>
              <w:rPr>
                <w:sz w:val="24"/>
                <w:szCs w:val="24"/>
              </w:rPr>
            </w:pPr>
            <w:r w:rsidRPr="00F2580D">
              <w:rPr>
                <w:sz w:val="24"/>
                <w:szCs w:val="24"/>
              </w:rPr>
              <w:t>2 02 45303 04 0000 150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580D" w:rsidRPr="000726C6" w:rsidRDefault="00F2580D" w:rsidP="000726C6">
            <w:pPr>
              <w:jc w:val="both"/>
              <w:rPr>
                <w:sz w:val="24"/>
                <w:szCs w:val="24"/>
              </w:rPr>
            </w:pPr>
            <w:r w:rsidRPr="00F2580D">
              <w:rPr>
                <w:sz w:val="24"/>
                <w:szCs w:val="24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</w:t>
            </w:r>
            <w:r>
              <w:rPr>
                <w:sz w:val="24"/>
                <w:szCs w:val="24"/>
              </w:rPr>
              <w:t>венных и муниципальных общеобра</w:t>
            </w:r>
            <w:r w:rsidRPr="00F2580D">
              <w:rPr>
                <w:sz w:val="24"/>
                <w:szCs w:val="24"/>
              </w:rPr>
              <w:t>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80D" w:rsidRPr="000726C6" w:rsidRDefault="00F2580D" w:rsidP="000726C6">
            <w:pPr>
              <w:jc w:val="right"/>
              <w:rPr>
                <w:sz w:val="24"/>
                <w:szCs w:val="24"/>
              </w:rPr>
            </w:pPr>
            <w:r w:rsidRPr="00F2580D">
              <w:rPr>
                <w:sz w:val="24"/>
                <w:szCs w:val="24"/>
              </w:rPr>
              <w:t>40 309,9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80D" w:rsidRPr="000726C6" w:rsidRDefault="00F2580D" w:rsidP="000726C6">
            <w:pPr>
              <w:jc w:val="right"/>
              <w:rPr>
                <w:sz w:val="24"/>
                <w:szCs w:val="24"/>
              </w:rPr>
            </w:pPr>
            <w:r w:rsidRPr="00F2580D">
              <w:rPr>
                <w:sz w:val="24"/>
                <w:szCs w:val="24"/>
              </w:rPr>
              <w:t>40 309,9</w:t>
            </w:r>
          </w:p>
        </w:tc>
      </w:tr>
      <w:tr w:rsidR="00F2580D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80D" w:rsidRPr="000726C6" w:rsidRDefault="00F2580D" w:rsidP="000726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580D" w:rsidRPr="000726C6" w:rsidRDefault="00F2580D" w:rsidP="000726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80D" w:rsidRPr="000726C6" w:rsidRDefault="00F2580D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580D" w:rsidRPr="000726C6" w:rsidRDefault="00F2580D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2 02 49999 00 0000 150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480 000,0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0,0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2 02 49999 04 0000 150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Pr="000726C6" w:rsidRDefault="000726C6" w:rsidP="000726C6">
            <w:pPr>
              <w:jc w:val="both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480 000,0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Pr="000726C6" w:rsidRDefault="000726C6" w:rsidP="000726C6">
            <w:pPr>
              <w:jc w:val="right"/>
              <w:rPr>
                <w:sz w:val="24"/>
                <w:szCs w:val="24"/>
              </w:rPr>
            </w:pPr>
            <w:r w:rsidRPr="000726C6">
              <w:rPr>
                <w:sz w:val="24"/>
                <w:szCs w:val="24"/>
              </w:rPr>
              <w:t>0,0</w:t>
            </w:r>
            <w:r w:rsidR="006047BE">
              <w:rPr>
                <w:sz w:val="24"/>
                <w:szCs w:val="24"/>
              </w:rPr>
              <w:t>»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Default="000726C6" w:rsidP="000726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  <w:p w:rsidR="006047BE" w:rsidRDefault="006047BE" w:rsidP="000726C6">
            <w:pPr>
              <w:jc w:val="both"/>
              <w:rPr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C6" w:rsidRDefault="000726C6" w:rsidP="000726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Default="000726C6" w:rsidP="000726C6">
            <w:pPr>
              <w:jc w:val="both"/>
              <w:rPr>
                <w:szCs w:val="2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26C6" w:rsidRDefault="000726C6" w:rsidP="000726C6">
            <w:pPr>
              <w:jc w:val="both"/>
              <w:rPr>
                <w:szCs w:val="28"/>
              </w:rPr>
            </w:pPr>
          </w:p>
        </w:tc>
      </w:tr>
      <w:tr w:rsidR="000726C6" w:rsidTr="006047BE"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C6" w:rsidRDefault="000726C6" w:rsidP="000726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C6" w:rsidRDefault="000726C6" w:rsidP="000726C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C6" w:rsidRDefault="000726C6" w:rsidP="000726C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47BE" w:rsidTr="00D533BA"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7BE" w:rsidRDefault="006047BE" w:rsidP="000726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7BE" w:rsidRDefault="006047BE" w:rsidP="006047B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А.А. Богодистов </w:t>
            </w: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C6" w:rsidRDefault="000726C6" w:rsidP="000726C6">
            <w:pPr>
              <w:jc w:val="both"/>
              <w:rPr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C6" w:rsidRDefault="000726C6" w:rsidP="000726C6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C6" w:rsidRDefault="000726C6" w:rsidP="000726C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C6" w:rsidRDefault="000726C6" w:rsidP="000726C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26C6" w:rsidTr="006047BE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C6" w:rsidRDefault="000726C6" w:rsidP="000726C6">
            <w:pPr>
              <w:jc w:val="both"/>
              <w:rPr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C6" w:rsidRDefault="000726C6" w:rsidP="000726C6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C6" w:rsidRDefault="000726C6" w:rsidP="000726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C6" w:rsidRDefault="000726C6" w:rsidP="000726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00BB" w:rsidRPr="000726C6" w:rsidRDefault="002500BB" w:rsidP="000726C6"/>
    <w:sectPr w:rsidR="002500BB" w:rsidRPr="000726C6" w:rsidSect="000726C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6C6" w:rsidRDefault="000726C6" w:rsidP="00E12559">
      <w:r>
        <w:separator/>
      </w:r>
    </w:p>
  </w:endnote>
  <w:endnote w:type="continuationSeparator" w:id="0">
    <w:p w:rsidR="000726C6" w:rsidRDefault="000726C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6C6" w:rsidRDefault="000726C6" w:rsidP="00E12559">
      <w:r>
        <w:separator/>
      </w:r>
    </w:p>
  </w:footnote>
  <w:footnote w:type="continuationSeparator" w:id="0">
    <w:p w:rsidR="000726C6" w:rsidRDefault="000726C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/>
    <w:sdtContent>
      <w:p w:rsidR="000726C6" w:rsidRDefault="000726C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1D3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726C6" w:rsidRDefault="000726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6C6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6C6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1D3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45B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7BE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31EC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1BFA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580D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0BAD4357-410B-4E94-AC3C-5E56E6FC7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8D1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3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512E1-591B-4085-957A-E100CA022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PlanningNormal.dotm</Template>
  <TotalTime>2</TotalTime>
  <Pages>5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7279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Admin-PC</cp:lastModifiedBy>
  <cp:revision>3</cp:revision>
  <dcterms:created xsi:type="dcterms:W3CDTF">2020-09-23T14:15:00Z</dcterms:created>
  <dcterms:modified xsi:type="dcterms:W3CDTF">2020-09-28T07:27:00Z</dcterms:modified>
</cp:coreProperties>
</file>